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E2B81CC" w:rsidR="00A27829" w:rsidRPr="004167E6" w:rsidRDefault="004167E6" w:rsidP="00A27829">
      <w:pPr>
        <w:pStyle w:val="Head"/>
      </w:pPr>
      <w:r>
        <w:t>Série HC │ Rolos compactadores para terraplenagem para a década de 2020</w:t>
      </w:r>
    </w:p>
    <w:p w14:paraId="26F0996C" w14:textId="31000A8E" w:rsidR="00A46F1E" w:rsidRPr="004167E6" w:rsidRDefault="004167E6" w:rsidP="00881E44">
      <w:pPr>
        <w:pStyle w:val="Subhead"/>
      </w:pPr>
      <w:r>
        <w:t>Potente e "digital ready"</w:t>
      </w:r>
    </w:p>
    <w:p w14:paraId="193790FB" w14:textId="5B8CA7EC" w:rsidR="00A46F1E" w:rsidRPr="00432979" w:rsidRDefault="00432979" w:rsidP="00881E44">
      <w:pPr>
        <w:pStyle w:val="Teaser"/>
      </w:pPr>
      <w:r>
        <w:t>A Hamm apresenta novos rolos compactadores para terraplenagem da série HC. Com uma estratégia de plataforma, o especialista em compactação preenche requisitos específicos em todo o mundo, de acordo com a legislação nacional. Os modelos para a Europa, América do Norte e os outros mercados EPA Tier 3 e EU Stage V / EPA Tier 4 oferecem alto desempenho de compactação, design de máquina sustentável e ergonomia e conforto exemplares. Além disso, estes rolos compactadores já são "digital ready" graças a várias interfaces e, portanto, são adequados para o canteiro de obras digital de amanhã.</w:t>
      </w:r>
    </w:p>
    <w:p w14:paraId="69F49D88" w14:textId="1675EA96" w:rsidR="00BD25D1" w:rsidRPr="004167E6" w:rsidRDefault="004167E6" w:rsidP="00754B80">
      <w:pPr>
        <w:pStyle w:val="Absatzberschrift"/>
      </w:pPr>
      <w:r>
        <w:t>Uma plataforma para todos os mercados</w:t>
      </w:r>
    </w:p>
    <w:p w14:paraId="684C6270" w14:textId="6AF78032" w:rsidR="00BD25D1" w:rsidRPr="004167E6" w:rsidRDefault="004167E6" w:rsidP="004167E6">
      <w:pPr>
        <w:pStyle w:val="Standardabsatz"/>
      </w:pPr>
      <w:r>
        <w:t>A série HC recentemente desenvolvida da Hamm substitui os rolos compactadores da série 3000 e da série H. O fabricante desenvolveu uma plataforma uniforme para isso e oferece modelos de 11 a 25 t de peso operacional em todo o mundo. A largura dos cilindros é de 2.140 mm em todos os modelos. A potência dos agregados a diesel varia de 85 kW a 160 kW, dependendo do peso. Um novo conceito de estrutura proporciona maior volume de tanque. Isso permite que os rolos compactadores possam conter até 3</w:t>
      </w:r>
      <w:r w:rsidR="008C206F">
        <w:t>36</w:t>
      </w:r>
      <w:r>
        <w:t xml:space="preserve"> litros de combustível. Com opções como a lâmina de nivelamento em diferentes variantes e uma chapa compactadora, a Hamm abre uma gama de aplicações incomumente ampla. A Hamm possui modelos C em todas as classes de peso para uso em terrenos difíceis e íngremes. Sua capacidade de escalada é significativamente aumentada por transmissões do cilindro reforçadas, um acionamento hidrostático reforçado, controle de tração automático e um eixo No-Spin.</w:t>
      </w:r>
    </w:p>
    <w:p w14:paraId="55696270" w14:textId="147F3295" w:rsidR="00BD25D1" w:rsidRPr="004167E6" w:rsidRDefault="004167E6" w:rsidP="00754B80">
      <w:pPr>
        <w:pStyle w:val="Absatzberschrift"/>
      </w:pPr>
      <w:r>
        <w:t>Muita potência, econômica em operação contínua</w:t>
      </w:r>
    </w:p>
    <w:p w14:paraId="49494B03" w14:textId="2B33B048" w:rsidR="00BD25D1" w:rsidRPr="004167E6" w:rsidRDefault="004167E6" w:rsidP="00282AFC">
      <w:pPr>
        <w:pStyle w:val="Standardabsatz"/>
      </w:pPr>
      <w:r>
        <w:t>Graças a novas abordagens no gerenciamento de máquinas, a série HC alcança um desempenho geral aprimorado, ao mesmo tempo em que realiza economias. HAMMTRONIC e o modo ECO integrado garantem que os rolos compactadores operem o mais frequentemente possível na faixa de carga parcial econômica. Para isso, a rotação é reduzida, mas graças a uma grande bomba de acionamento e um auxílio eletrônico de partida em subidas, isso é feito sem comprometer a potência. De modo geral, este conceito economiza combustível e reduz as emissões de ruídos e de gases de escape. Com o sistema opcional de parada automática do motor, o consumo de energia pode ser ainda mais reduzido.</w:t>
      </w:r>
    </w:p>
    <w:p w14:paraId="6F696BAE" w14:textId="578DE42E" w:rsidR="006D6CC6" w:rsidRPr="004167E6" w:rsidRDefault="004167E6" w:rsidP="006D6CC6">
      <w:pPr>
        <w:pStyle w:val="Absatzberschrift"/>
      </w:pPr>
      <w:r>
        <w:t>Nova extremidade dianteira e aumento dos ângulos de direção</w:t>
      </w:r>
    </w:p>
    <w:p w14:paraId="215B08FC" w14:textId="07C6883C" w:rsidR="004167E6" w:rsidRPr="004167E6" w:rsidRDefault="004167E6" w:rsidP="004167E6">
      <w:pPr>
        <w:pStyle w:val="Standardabsatz"/>
      </w:pPr>
      <w:r>
        <w:t xml:space="preserve">Um novo design da extremidade dianteira e dos raspadores proporciona uma folga significativamente maior no cilindro. Isso evita o acúmulo de material, de modo que os trabalhos de limpeza são correspondentemente pouco frequentes. Na direção, uma nova junta articulada fundida com trava de junta articulada permite aumentar os ângulos de direção e pendulares com melhor cinemática. Além disso, a distribuição de peso otimizada em combinação com o controle de tração aumentou a capacidade de escalada. </w:t>
      </w:r>
      <w:r w:rsidR="00030359">
        <w:br/>
      </w:r>
      <w:r w:rsidR="00030359">
        <w:br/>
      </w:r>
      <w:r>
        <w:lastRenderedPageBreak/>
        <w:t xml:space="preserve">A Hamm também aumenta a força de compactação: a força centrífuga aumenta em até 15% em comparação com os modelos anteriores, a carga linear estática é de até 80,6 kg/cm. </w:t>
      </w:r>
    </w:p>
    <w:p w14:paraId="3C746458" w14:textId="0D2A86C1" w:rsidR="004167E6" w:rsidRPr="004167E6" w:rsidRDefault="004167E6" w:rsidP="004167E6">
      <w:pPr>
        <w:pStyle w:val="Absatzberschrift"/>
      </w:pPr>
      <w:r>
        <w:t>Local de trabalho confortável</w:t>
      </w:r>
    </w:p>
    <w:p w14:paraId="01D8ECEC" w14:textId="0AC8DAE2" w:rsidR="004167E6" w:rsidRPr="004167E6" w:rsidRDefault="004167E6" w:rsidP="004167E6">
      <w:pPr>
        <w:pStyle w:val="Standardabsatz"/>
      </w:pPr>
      <w:r>
        <w:t>A Hamm aumentou ainda mais o já alto nível de conforto operacional na cabine com vários compartimentos de armazenamento, uma área de degraus mais de 20% maior e cerca de 30% mais volume, menos estresse por vibração e um nível de ruído reduzido. Um novo sistema de aquecimento e ar-condicionado, o conceito operacional Easy Drive, a direção confortável e um conceito moderno de ventilação completam as características de conforto de uma máquina de construção bem pensada. Além disso, a Hamm oferece como opção um novo dispositivo especial para uma rotação estendida do assento em 70°. Um aquecedor independente também pode ser adicionado opcionalmente. Nos rolos compactadores com plataforma aberta, os operadores se beneficiam da rota modificada do ar de resfriamento do motor: o ar externo é aspirado de cima, atrás da plataforma do operador; o ar quente de exaustão é conduzido para fora através da parte traseira da máquina. Desta forma, o ar aquecido não perturba os operadores.</w:t>
      </w:r>
    </w:p>
    <w:p w14:paraId="7A05CB1C" w14:textId="00A76BC5" w:rsidR="004167E6" w:rsidRPr="004167E6" w:rsidRDefault="004167E6" w:rsidP="004167E6">
      <w:pPr>
        <w:pStyle w:val="Absatzberschrift"/>
      </w:pPr>
      <w:r>
        <w:t>Boa visibilidade de dia e de noite</w:t>
      </w:r>
    </w:p>
    <w:p w14:paraId="1F76C35A" w14:textId="52C9CFEF" w:rsidR="004167E6" w:rsidRPr="004167E6" w:rsidRDefault="004167E6" w:rsidP="004167E6">
      <w:pPr>
        <w:pStyle w:val="Standardabsatz"/>
      </w:pPr>
      <w:r>
        <w:t>Com o design, a Hamm melhorou ainda mais a visibilidade. Aqui, em particular, o design do capô com canal de visão permite uma visão clara para trás. No escuro, a iluminação opcional instalada 10 vezes com lâmpadas de LED econômicas fornece muita luz em todas as situações de trabalho. Os espelhos retrovisores são montados com baixa vibração e podem ser ajustados a partir da plataforma do operador. Um espelho adicional com detecção de campo próximo também melhora a visão do entorno imediato. Após estacionar a máquina, a função Coming Home oferece segurança adicional, pois a luz permanece acesa por um curto período de tempo antes que os faróis se apaguem automaticamente.</w:t>
      </w:r>
    </w:p>
    <w:p w14:paraId="2A312299" w14:textId="6FE8574B" w:rsidR="004167E6" w:rsidRPr="004167E6" w:rsidRDefault="004167E6" w:rsidP="004167E6">
      <w:pPr>
        <w:pStyle w:val="Absatzberschrift"/>
      </w:pPr>
      <w:r>
        <w:t>Adequado para o canteiro de obras digital</w:t>
      </w:r>
    </w:p>
    <w:p w14:paraId="391BA7DA" w14:textId="01EB6DA0" w:rsidR="004167E6" w:rsidRPr="004167E6" w:rsidRDefault="004167E6" w:rsidP="004167E6">
      <w:pPr>
        <w:pStyle w:val="Standardabsatz"/>
      </w:pPr>
      <w:r>
        <w:t xml:space="preserve">A série HC está preparada para as exigências de qualidade e comunicação do futuro. O aplicativo "Smart Doc" desenvolvido pela Hamm exibe graficamente todos os parâmetros essenciais de compactação, bem como o progresso da compactação e registra a rigidez medida e os dados de posição. Com a ajuda deste aplicativo, mesmo operadores inexperientes podem ver imediatamente onde a compactação suficiente foi alcançada e onde ainda há necessidade de compactação. A Hamm já oferece a possibilidade de integrar sistemas para evitar colisões com uma interface PDS (Proximity Detection System). Além disso, os dados de processo também podem ser transmitidos para sistemas de outros fornecedores por meio de uma interface padronizada. </w:t>
      </w:r>
    </w:p>
    <w:p w14:paraId="75032A56" w14:textId="11286A75" w:rsidR="004167E6" w:rsidRPr="004167E6" w:rsidRDefault="004167E6" w:rsidP="004167E6">
      <w:pPr>
        <w:pStyle w:val="Absatzberschrift"/>
      </w:pPr>
      <w:r>
        <w:t>Manutenção com o sistema telemático JD Link</w:t>
      </w:r>
    </w:p>
    <w:p w14:paraId="157C24C6" w14:textId="7FC03F80" w:rsidR="004167E6" w:rsidRPr="004167E6" w:rsidRDefault="004167E6" w:rsidP="004167E6">
      <w:pPr>
        <w:pStyle w:val="Standardabsatz"/>
      </w:pPr>
      <w:r>
        <w:t>A Hamm oferece o sistema telemático JD Link para manutenção e reparo, mas também para planejamento operacional. Ele mostra os dados de desempenho dos rolos compactadores em uma visão geral compacta em tempo real. Além de dados em tempo real, como consumo de combustível, níveis de enchimento ou carga do motor, os dados de posição, as mensagens de erro e os intervalos de manutenção podem ser acessados ​​a qualquer momento e de qualquer local.</w:t>
      </w:r>
    </w:p>
    <w:p w14:paraId="4F032A0D" w14:textId="77777777" w:rsidR="00030359" w:rsidRDefault="00030359" w:rsidP="00E15EBE">
      <w:pPr>
        <w:pStyle w:val="Fotos"/>
      </w:pPr>
    </w:p>
    <w:p w14:paraId="31412CCB" w14:textId="666515D3" w:rsidR="00E15EBE" w:rsidRPr="003F7752" w:rsidRDefault="00E15EBE" w:rsidP="00E15EBE">
      <w:pPr>
        <w:pStyle w:val="Fotos"/>
      </w:pPr>
      <w:r>
        <w:lastRenderedPageBreak/>
        <w:t>Fotos:</w:t>
      </w:r>
    </w:p>
    <w:p w14:paraId="20879CE4" w14:textId="716D4E28" w:rsidR="002611FE" w:rsidRPr="006F6AFE" w:rsidRDefault="00A46F1E" w:rsidP="002611FE">
      <w:pPr>
        <w:pStyle w:val="BUbold"/>
      </w:pPr>
      <w:r>
        <w:rPr>
          <w:noProof/>
          <w:lang w:val="de-DE" w:eastAsia="de-DE"/>
        </w:rPr>
        <w:drawing>
          <wp:inline distT="0" distB="0" distL="0" distR="0" wp14:anchorId="1B66E54E" wp14:editId="72C8DE60">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HAMM_HC Series_01</w:t>
      </w:r>
    </w:p>
    <w:p w14:paraId="1F8A7162" w14:textId="01AA7357" w:rsidR="006C0C87" w:rsidRPr="00851CEF" w:rsidRDefault="00851CEF" w:rsidP="00C84D75">
      <w:pPr>
        <w:pStyle w:val="BUnormal"/>
      </w:pPr>
      <w:r>
        <w:t>Com a série HC, a Hamm está lançando uma nova geração de rolos compactadores. Com pesos operacionais de 11 a 25 t e uma ampla gama de variantes de equipamentos, eles podem atender às mais diversas exigências.</w:t>
      </w:r>
    </w:p>
    <w:p w14:paraId="47324A88" w14:textId="77777777" w:rsidR="002611FE" w:rsidRPr="00851CEF" w:rsidRDefault="002611FE" w:rsidP="002611FE">
      <w:pPr>
        <w:pStyle w:val="BUnormal"/>
      </w:pPr>
    </w:p>
    <w:p w14:paraId="29E92010" w14:textId="093DD0F2" w:rsidR="00BD25D1" w:rsidRPr="003F7752" w:rsidRDefault="00BD25D1" w:rsidP="00BD25D1">
      <w:pPr>
        <w:pStyle w:val="BUbold"/>
      </w:pPr>
      <w:r>
        <w:rPr>
          <w:b w:val="0"/>
          <w:noProof/>
          <w:lang w:val="de-DE" w:eastAsia="de-DE"/>
        </w:rPr>
        <w:drawing>
          <wp:inline distT="0" distB="0" distL="0" distR="0" wp14:anchorId="7CBAC95B" wp14:editId="1F07EDCE">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HAMM_HC Series_02</w:t>
      </w:r>
    </w:p>
    <w:p w14:paraId="6F7FC9EB" w14:textId="7B7AD5B9" w:rsidR="00BD25D1" w:rsidRPr="00851CEF" w:rsidRDefault="00851CEF" w:rsidP="002611FE">
      <w:pPr>
        <w:pStyle w:val="BUnormal"/>
      </w:pPr>
      <w:r>
        <w:t>Grandes ângulos de inclinação e acionamentos potentes garantem uma compactação simples nos rolos compactadores da série HC, mesmo em terrenos desnivelados e íngremes e também em inclinações superiores a 60%.</w:t>
      </w:r>
      <w:r>
        <w:br/>
      </w:r>
    </w:p>
    <w:p w14:paraId="3AECD642" w14:textId="77777777" w:rsidR="00D850AE" w:rsidRPr="00743513" w:rsidRDefault="00D850AE" w:rsidP="00D850AE">
      <w:pPr>
        <w:pStyle w:val="Text"/>
        <w:rPr>
          <w:i/>
          <w:szCs w:val="22"/>
        </w:rPr>
      </w:pPr>
      <w:r w:rsidRPr="00743513">
        <w:rPr>
          <w:i/>
          <w:szCs w:val="22"/>
          <w:u w:val="single"/>
        </w:rPr>
        <w:t>Observação:</w:t>
      </w:r>
      <w:r w:rsidRPr="00743513">
        <w:rPr>
          <w:i/>
          <w:szCs w:val="22"/>
        </w:rPr>
        <w:t xml:space="preserve"> Essas fotos servem apenas para a visualização prévia. Para impressão nas publicações, devem ser utilizadas as fotos em resolução de 300 dpi, disponíveis para download no site do Wirtgen Group.</w:t>
      </w:r>
    </w:p>
    <w:p w14:paraId="2AE47F0A" w14:textId="77777777" w:rsidR="00D850AE" w:rsidRPr="00743513" w:rsidRDefault="00D850AE" w:rsidP="00D850AE">
      <w:pPr>
        <w:pStyle w:val="Text"/>
        <w:rPr>
          <w:szCs w:val="22"/>
        </w:rPr>
      </w:pPr>
    </w:p>
    <w:p w14:paraId="1AEA6D0A" w14:textId="77777777" w:rsidR="00D850AE" w:rsidRPr="00743513" w:rsidRDefault="00D850AE" w:rsidP="00D850AE">
      <w:pPr>
        <w:pStyle w:val="Text"/>
        <w:rPr>
          <w:szCs w:val="22"/>
        </w:rPr>
      </w:pPr>
    </w:p>
    <w:tbl>
      <w:tblPr>
        <w:tblStyle w:val="Basic"/>
        <w:tblW w:w="0" w:type="auto"/>
        <w:tblLook w:val="04A0" w:firstRow="1" w:lastRow="0" w:firstColumn="1" w:lastColumn="0" w:noHBand="0" w:noVBand="1"/>
      </w:tblPr>
      <w:tblGrid>
        <w:gridCol w:w="4780"/>
        <w:gridCol w:w="4744"/>
      </w:tblGrid>
      <w:tr w:rsidR="00D850AE" w:rsidRPr="00743513" w14:paraId="478EE5EB" w14:textId="77777777" w:rsidTr="003160B2">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2E65DA45" w14:textId="77777777" w:rsidR="00D850AE" w:rsidRPr="00743513" w:rsidRDefault="00D850AE" w:rsidP="003160B2">
            <w:pPr>
              <w:pStyle w:val="HeadlineKontakte"/>
              <w:rPr>
                <w:szCs w:val="22"/>
              </w:rPr>
            </w:pPr>
            <w:r w:rsidRPr="00743513">
              <w:rPr>
                <w:szCs w:val="22"/>
              </w:rPr>
              <w:t>Para mais informações, entre em contato com:</w:t>
            </w:r>
          </w:p>
          <w:p w14:paraId="14736767" w14:textId="77777777" w:rsidR="00D850AE" w:rsidRPr="00743513" w:rsidRDefault="00D850AE" w:rsidP="003160B2">
            <w:pPr>
              <w:pStyle w:val="Text"/>
              <w:rPr>
                <w:szCs w:val="22"/>
              </w:rPr>
            </w:pPr>
            <w:r w:rsidRPr="00743513">
              <w:rPr>
                <w:szCs w:val="22"/>
              </w:rPr>
              <w:t>WIRTGEN GROUP</w:t>
            </w:r>
          </w:p>
          <w:p w14:paraId="2A52A832" w14:textId="77777777" w:rsidR="00D850AE" w:rsidRPr="00743513" w:rsidRDefault="00D850AE" w:rsidP="003160B2">
            <w:pPr>
              <w:pStyle w:val="Text"/>
              <w:rPr>
                <w:szCs w:val="22"/>
                <w:lang w:val="es-ES_tradnl"/>
              </w:rPr>
            </w:pPr>
            <w:r w:rsidRPr="00743513">
              <w:rPr>
                <w:szCs w:val="22"/>
              </w:rPr>
              <w:t>Public Relations</w:t>
            </w:r>
          </w:p>
          <w:p w14:paraId="400B4E78" w14:textId="77777777" w:rsidR="00D850AE" w:rsidRPr="00743513" w:rsidRDefault="00D850AE" w:rsidP="003160B2">
            <w:pPr>
              <w:pStyle w:val="Text"/>
              <w:rPr>
                <w:szCs w:val="22"/>
              </w:rPr>
            </w:pPr>
            <w:r w:rsidRPr="00743513">
              <w:rPr>
                <w:szCs w:val="22"/>
              </w:rPr>
              <w:t>Reinhard-Wirtgen-Straße 2</w:t>
            </w:r>
          </w:p>
          <w:p w14:paraId="0CCE364D" w14:textId="77777777" w:rsidR="00D850AE" w:rsidRPr="00743513" w:rsidRDefault="00D850AE" w:rsidP="003160B2">
            <w:pPr>
              <w:pStyle w:val="Text"/>
              <w:rPr>
                <w:szCs w:val="22"/>
              </w:rPr>
            </w:pPr>
            <w:r w:rsidRPr="00743513">
              <w:rPr>
                <w:szCs w:val="22"/>
              </w:rPr>
              <w:t>53578 Windhagen</w:t>
            </w:r>
          </w:p>
          <w:p w14:paraId="5E05E03E" w14:textId="77777777" w:rsidR="00D850AE" w:rsidRPr="00743513" w:rsidRDefault="00D850AE" w:rsidP="003160B2">
            <w:pPr>
              <w:pStyle w:val="Text"/>
              <w:rPr>
                <w:szCs w:val="22"/>
              </w:rPr>
            </w:pPr>
            <w:r w:rsidRPr="00743513">
              <w:rPr>
                <w:szCs w:val="22"/>
              </w:rPr>
              <w:t>Alemanha</w:t>
            </w:r>
          </w:p>
          <w:p w14:paraId="2278942D" w14:textId="77777777" w:rsidR="00D850AE" w:rsidRPr="00743513" w:rsidRDefault="00D850AE" w:rsidP="003160B2">
            <w:pPr>
              <w:pStyle w:val="Text"/>
              <w:rPr>
                <w:szCs w:val="22"/>
              </w:rPr>
            </w:pPr>
          </w:p>
          <w:p w14:paraId="06D93A2C" w14:textId="77777777" w:rsidR="00D850AE" w:rsidRPr="00743513" w:rsidRDefault="00D850AE" w:rsidP="003160B2">
            <w:pPr>
              <w:pStyle w:val="Text"/>
              <w:rPr>
                <w:szCs w:val="22"/>
              </w:rPr>
            </w:pPr>
            <w:r w:rsidRPr="00743513">
              <w:rPr>
                <w:szCs w:val="22"/>
              </w:rPr>
              <w:t>Telefone:   +49 (0) 2645 131 – 1966</w:t>
            </w:r>
          </w:p>
          <w:p w14:paraId="569969D2" w14:textId="77777777" w:rsidR="00D850AE" w:rsidRPr="00743513" w:rsidRDefault="00D850AE" w:rsidP="003160B2">
            <w:pPr>
              <w:pStyle w:val="Text"/>
              <w:rPr>
                <w:szCs w:val="22"/>
              </w:rPr>
            </w:pPr>
            <w:r w:rsidRPr="00743513">
              <w:rPr>
                <w:szCs w:val="22"/>
              </w:rPr>
              <w:t>Fax:           +49 (0) 2645 131 – 499</w:t>
            </w:r>
          </w:p>
          <w:p w14:paraId="567D9433" w14:textId="77777777" w:rsidR="00D850AE" w:rsidRPr="00743513" w:rsidRDefault="00D850AE" w:rsidP="003160B2">
            <w:pPr>
              <w:pStyle w:val="Text"/>
              <w:rPr>
                <w:szCs w:val="22"/>
              </w:rPr>
            </w:pPr>
            <w:r w:rsidRPr="00743513">
              <w:rPr>
                <w:szCs w:val="22"/>
              </w:rPr>
              <w:t>E-mail:       PR@wirtgen-group.com</w:t>
            </w:r>
          </w:p>
          <w:p w14:paraId="2AAB4C7C" w14:textId="77777777" w:rsidR="00D850AE" w:rsidRPr="00743513" w:rsidRDefault="00D850AE" w:rsidP="003160B2">
            <w:pPr>
              <w:pStyle w:val="Text"/>
              <w:rPr>
                <w:szCs w:val="22"/>
              </w:rPr>
            </w:pPr>
            <w:r w:rsidRPr="00743513">
              <w:rPr>
                <w:szCs w:val="22"/>
              </w:rPr>
              <w:t>www.wirtgen-group.com</w:t>
            </w:r>
          </w:p>
        </w:tc>
        <w:tc>
          <w:tcPr>
            <w:tcW w:w="4832" w:type="dxa"/>
            <w:tcBorders>
              <w:left w:val="single" w:sz="48" w:space="0" w:color="FFFFFF" w:themeColor="background1"/>
            </w:tcBorders>
          </w:tcPr>
          <w:p w14:paraId="08A1F05D" w14:textId="77777777" w:rsidR="00D850AE" w:rsidRPr="00743513" w:rsidRDefault="00D850AE" w:rsidP="003160B2">
            <w:pPr>
              <w:pStyle w:val="Text"/>
              <w:rPr>
                <w:szCs w:val="22"/>
              </w:rPr>
            </w:pPr>
          </w:p>
        </w:tc>
      </w:tr>
    </w:tbl>
    <w:p w14:paraId="3D604A55" w14:textId="4A36FF4C" w:rsidR="00F048D4" w:rsidRPr="00F74540" w:rsidRDefault="00F048D4" w:rsidP="00D850AE">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5F5086" w:rsidRDefault="005F5086" w:rsidP="00E55534">
      <w:r>
        <w:separator/>
      </w:r>
    </w:p>
  </w:endnote>
  <w:endnote w:type="continuationSeparator" w:id="0">
    <w:p w14:paraId="6447E3E1" w14:textId="77777777" w:rsidR="005F5086" w:rsidRDefault="005F508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42720" w14:textId="77777777" w:rsidR="005B7935" w:rsidRDefault="005B793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F5086" w:rsidRPr="00723F4F" w14:paraId="09CC4821" w14:textId="77777777" w:rsidTr="00723F4F">
      <w:trPr>
        <w:trHeight w:hRule="exact" w:val="227"/>
      </w:trPr>
      <w:tc>
        <w:tcPr>
          <w:tcW w:w="8364" w:type="dxa"/>
          <w:shd w:val="clear" w:color="auto" w:fill="auto"/>
        </w:tcPr>
        <w:p w14:paraId="76C581C2" w14:textId="77777777" w:rsidR="005F5086" w:rsidRPr="00723F4F" w:rsidRDefault="005F5086" w:rsidP="00723F4F">
          <w:pPr>
            <w:pStyle w:val="Kolumnentitel"/>
            <w:rPr>
              <w:szCs w:val="20"/>
            </w:rPr>
          </w:pPr>
          <w:r>
            <w:rPr>
              <w:rStyle w:val="MittleresRaster11"/>
            </w:rPr>
            <w:t xml:space="preserve">     </w:t>
          </w:r>
        </w:p>
      </w:tc>
      <w:tc>
        <w:tcPr>
          <w:tcW w:w="1160" w:type="dxa"/>
          <w:shd w:val="clear" w:color="auto" w:fill="auto"/>
        </w:tcPr>
        <w:p w14:paraId="120FF8E6" w14:textId="5289CB2C" w:rsidR="005F5086" w:rsidRPr="00723F4F" w:rsidRDefault="005F5086"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D850AE">
            <w:rPr>
              <w:noProof/>
              <w:szCs w:val="20"/>
            </w:rPr>
            <w:t>03</w:t>
          </w:r>
          <w:r w:rsidRPr="00723F4F">
            <w:rPr>
              <w:szCs w:val="20"/>
            </w:rPr>
            <w:fldChar w:fldCharType="end"/>
          </w:r>
        </w:p>
      </w:tc>
    </w:tr>
  </w:tbl>
  <w:p w14:paraId="7CF7D2C8" w14:textId="77777777" w:rsidR="005F5086" w:rsidRDefault="005F5086">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D86E9A"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F5086" w:rsidRPr="00723F4F" w14:paraId="7F336EBB" w14:textId="77777777" w:rsidTr="00723F4F">
      <w:tc>
        <w:tcPr>
          <w:tcW w:w="9664" w:type="dxa"/>
          <w:shd w:val="clear" w:color="auto" w:fill="auto"/>
        </w:tcPr>
        <w:p w14:paraId="319012F1" w14:textId="77777777" w:rsidR="005F5086" w:rsidRPr="00723F4F" w:rsidRDefault="005F5086"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F5086" w:rsidRDefault="005F5086">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FA75A3"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5F5086" w:rsidRDefault="005F5086" w:rsidP="00E55534">
      <w:r>
        <w:separator/>
      </w:r>
    </w:p>
  </w:footnote>
  <w:footnote w:type="continuationSeparator" w:id="0">
    <w:p w14:paraId="3409E70A" w14:textId="77777777" w:rsidR="005F5086" w:rsidRDefault="005F508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83FDD" w14:textId="5671E909" w:rsidR="005B7935" w:rsidRDefault="005B7935">
    <w:pPr>
      <w:pStyle w:val="Kopfzeile"/>
    </w:pPr>
    <w:r>
      <w:rPr>
        <w:noProof/>
        <w:lang w:val="de-DE" w:eastAsia="de-DE"/>
      </w:rPr>
      <mc:AlternateContent>
        <mc:Choice Requires="wps">
          <w:drawing>
            <wp:anchor distT="0" distB="0" distL="0" distR="0" simplePos="0" relativeHeight="251662336" behindDoc="0" locked="0" layoutInCell="1" allowOverlap="1" wp14:anchorId="6B05D196" wp14:editId="5EDEA90B">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47F260" w14:textId="392A3A7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B05D196"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E47F260" w14:textId="392A3A7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D3053ED" w:rsidR="005F5086" w:rsidRPr="00533132" w:rsidRDefault="005B7935" w:rsidP="00533132">
    <w:pPr>
      <w:pStyle w:val="Kopfzeile"/>
    </w:pPr>
    <w:r>
      <w:rPr>
        <w:noProof/>
        <w:lang w:val="de-DE" w:eastAsia="de-DE"/>
      </w:rPr>
      <mc:AlternateContent>
        <mc:Choice Requires="wps">
          <w:drawing>
            <wp:anchor distT="0" distB="0" distL="0" distR="0" simplePos="0" relativeHeight="251663360" behindDoc="0" locked="0" layoutInCell="1" allowOverlap="1" wp14:anchorId="121061F3" wp14:editId="6DD51381">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F50598" w14:textId="03E48565"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21061F3"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65F50598" w14:textId="03E48565"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148BA95" w:rsidR="005F5086" w:rsidRDefault="005B7935">
    <w:pPr>
      <w:pStyle w:val="Kopfzeile"/>
    </w:pPr>
    <w:r>
      <w:rPr>
        <w:noProof/>
        <w:lang w:val="de-DE" w:eastAsia="de-DE"/>
      </w:rPr>
      <mc:AlternateContent>
        <mc:Choice Requires="wps">
          <w:drawing>
            <wp:anchor distT="0" distB="0" distL="0" distR="0" simplePos="0" relativeHeight="251661312" behindDoc="0" locked="0" layoutInCell="1" allowOverlap="1" wp14:anchorId="4E2AC5F6" wp14:editId="10F1EEC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3DCBAB" w14:textId="71BB1DA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E2AC5F6"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43DCBAB" w14:textId="71BB1DA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72F77D"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0359"/>
    <w:rsid w:val="00042106"/>
    <w:rsid w:val="0005285B"/>
    <w:rsid w:val="00055529"/>
    <w:rsid w:val="00062C3A"/>
    <w:rsid w:val="00066D09"/>
    <w:rsid w:val="00072448"/>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0736"/>
    <w:rsid w:val="0036561D"/>
    <w:rsid w:val="003665BE"/>
    <w:rsid w:val="00384A08"/>
    <w:rsid w:val="00387E6F"/>
    <w:rsid w:val="003967E5"/>
    <w:rsid w:val="003A753A"/>
    <w:rsid w:val="003B3803"/>
    <w:rsid w:val="003C2A71"/>
    <w:rsid w:val="003E1CB6"/>
    <w:rsid w:val="003E3CF6"/>
    <w:rsid w:val="003E759F"/>
    <w:rsid w:val="003E7853"/>
    <w:rsid w:val="003F57AB"/>
    <w:rsid w:val="003F7752"/>
    <w:rsid w:val="00400FD9"/>
    <w:rsid w:val="004016F7"/>
    <w:rsid w:val="00403373"/>
    <w:rsid w:val="00406C81"/>
    <w:rsid w:val="00412545"/>
    <w:rsid w:val="0041475A"/>
    <w:rsid w:val="004167E6"/>
    <w:rsid w:val="00417237"/>
    <w:rsid w:val="00430BB0"/>
    <w:rsid w:val="00432979"/>
    <w:rsid w:val="0046460D"/>
    <w:rsid w:val="00467F3C"/>
    <w:rsid w:val="0047498D"/>
    <w:rsid w:val="00476100"/>
    <w:rsid w:val="00487BFC"/>
    <w:rsid w:val="004A463B"/>
    <w:rsid w:val="004C1967"/>
    <w:rsid w:val="004D23D0"/>
    <w:rsid w:val="004D2BE0"/>
    <w:rsid w:val="004E6EF5"/>
    <w:rsid w:val="00506409"/>
    <w:rsid w:val="005127C0"/>
    <w:rsid w:val="00530E32"/>
    <w:rsid w:val="00533132"/>
    <w:rsid w:val="00537210"/>
    <w:rsid w:val="005649F4"/>
    <w:rsid w:val="005710C8"/>
    <w:rsid w:val="005711A3"/>
    <w:rsid w:val="00571A5C"/>
    <w:rsid w:val="00573B2B"/>
    <w:rsid w:val="005776E9"/>
    <w:rsid w:val="00587AD9"/>
    <w:rsid w:val="005909A8"/>
    <w:rsid w:val="005A4F04"/>
    <w:rsid w:val="005B5793"/>
    <w:rsid w:val="005B7935"/>
    <w:rsid w:val="005C6B30"/>
    <w:rsid w:val="005C71EC"/>
    <w:rsid w:val="005E764C"/>
    <w:rsid w:val="005E7F7D"/>
    <w:rsid w:val="005F5086"/>
    <w:rsid w:val="006063D4"/>
    <w:rsid w:val="00623B37"/>
    <w:rsid w:val="006330A2"/>
    <w:rsid w:val="00637E8F"/>
    <w:rsid w:val="00642EB6"/>
    <w:rsid w:val="006433E2"/>
    <w:rsid w:val="00651E5D"/>
    <w:rsid w:val="00677F11"/>
    <w:rsid w:val="00682B1A"/>
    <w:rsid w:val="00690D7C"/>
    <w:rsid w:val="00690DFE"/>
    <w:rsid w:val="006B3EEC"/>
    <w:rsid w:val="006C0C87"/>
    <w:rsid w:val="006D6CC6"/>
    <w:rsid w:val="006D7EAC"/>
    <w:rsid w:val="006E0104"/>
    <w:rsid w:val="006F6AFE"/>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37257"/>
    <w:rsid w:val="008427F2"/>
    <w:rsid w:val="00843B45"/>
    <w:rsid w:val="0084571C"/>
    <w:rsid w:val="00851CEF"/>
    <w:rsid w:val="00863129"/>
    <w:rsid w:val="00866830"/>
    <w:rsid w:val="00870ACE"/>
    <w:rsid w:val="00873125"/>
    <w:rsid w:val="008755E5"/>
    <w:rsid w:val="00881E44"/>
    <w:rsid w:val="00892F6F"/>
    <w:rsid w:val="00896F7E"/>
    <w:rsid w:val="008C206F"/>
    <w:rsid w:val="008C2A29"/>
    <w:rsid w:val="008C2DB2"/>
    <w:rsid w:val="008D2B87"/>
    <w:rsid w:val="008D770E"/>
    <w:rsid w:val="008E3EA3"/>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652DA"/>
    <w:rsid w:val="00B67336"/>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850AE"/>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pt-BR"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pt-BR"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140641A2-9DA9-4A1D-908C-5F4D94819E80}">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963</Words>
  <Characters>6074</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7023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5</cp:revision>
  <cp:lastPrinted>2021-10-28T15:19:00Z</cp:lastPrinted>
  <dcterms:created xsi:type="dcterms:W3CDTF">2022-09-14T12:55:00Z</dcterms:created>
  <dcterms:modified xsi:type="dcterms:W3CDTF">2022-09-26T07:29:00Z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2022-08-12T09:47:04Z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cceac5a5-e3ad-4f86-90b8-b3e922453b2d</vt:lpwstr>
  </property>
  <property fmtid="{D5CDD505-2E9C-101B-9397-08002B2CF9AE}" pid="11" name="MSIP_Label_df1a195f-122b-42dc-a2d3-71a1903dcdac_ContentBits">
    <vt:lpwstr>1</vt:lpwstr>
  </property>
</Properties>
</file>